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621" w:rsidRPr="00076BE8" w:rsidRDefault="00830621" w:rsidP="00830621">
      <w:pPr>
        <w:pStyle w:val="PNberschrift"/>
        <w:spacing w:line="360" w:lineRule="auto"/>
        <w:ind w:right="3600"/>
        <w:rPr>
          <w:lang w:val="en-US"/>
        </w:rPr>
      </w:pPr>
      <w:r w:rsidRPr="00076BE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1684C0" wp14:editId="76EF770A">
                <wp:simplePos x="0" y="0"/>
                <wp:positionH relativeFrom="column">
                  <wp:posOffset>5058410</wp:posOffset>
                </wp:positionH>
                <wp:positionV relativeFrom="paragraph">
                  <wp:posOffset>93980</wp:posOffset>
                </wp:positionV>
                <wp:extent cx="1352550" cy="1403985"/>
                <wp:effectExtent l="0" t="0" r="0" b="635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0621" w:rsidRPr="00076BE8" w:rsidRDefault="00830621" w:rsidP="00830621">
                            <w:pPr>
                              <w:spacing w:after="200" w:line="276" w:lineRule="auto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076BE8">
                              <w:rPr>
                                <w:sz w:val="16"/>
                                <w:szCs w:val="16"/>
                                <w:lang w:val="en-US"/>
                              </w:rPr>
                              <w:t>PRESS CONTACT</w:t>
                            </w:r>
                          </w:p>
                          <w:p w:rsidR="00830621" w:rsidRPr="00076BE8" w:rsidRDefault="00830621" w:rsidP="00830621">
                            <w:pPr>
                              <w:spacing w:line="360" w:lineRule="auto"/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076BE8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  <w:lang w:val="en-US"/>
                              </w:rPr>
                              <w:t>Doris Knauer</w:t>
                            </w:r>
                            <w:r w:rsidRPr="00076BE8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  <w:lang w:val="en-US"/>
                              </w:rPr>
                              <w:br/>
                              <w:t>Phone +49 721 4846-1814</w:t>
                            </w:r>
                            <w:r w:rsidRPr="00076BE8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  <w:lang w:val="en-US"/>
                              </w:rPr>
                              <w:br/>
                              <w:t>Fax +49 721 4846-1019</w:t>
                            </w:r>
                            <w:r w:rsidRPr="00076BE8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  <w:lang w:val="en-US"/>
                              </w:rPr>
                              <w:br/>
                            </w:r>
                            <w:hyperlink r:id="rId10" w:history="1">
                              <w:r w:rsidRPr="00076BE8">
                                <w:rPr>
                                  <w:rStyle w:val="Hyperlink"/>
                                  <w:rFonts w:cs="Arial"/>
                                  <w:bCs/>
                                  <w:noProof/>
                                  <w:sz w:val="15"/>
                                  <w:szCs w:val="15"/>
                                  <w:lang w:val="en-US"/>
                                </w:rPr>
                                <w:t>d.knauer@pi.de</w:t>
                              </w:r>
                            </w:hyperlink>
                          </w:p>
                          <w:p w:rsidR="00830621" w:rsidRPr="00076BE8" w:rsidRDefault="00830621" w:rsidP="00830621">
                            <w:pPr>
                              <w:spacing w:line="360" w:lineRule="auto"/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  <w:lang w:val="en-US"/>
                              </w:rPr>
                            </w:pPr>
                          </w:p>
                          <w:p w:rsidR="00830621" w:rsidRDefault="00830621" w:rsidP="00830621">
                            <w:pPr>
                              <w:spacing w:line="360" w:lineRule="auto"/>
                            </w:pPr>
                            <w:r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 xml:space="preserve">Physik Instrumente (PI) </w:t>
                            </w:r>
                            <w:r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  <w:t>GmbH &amp; Co. KG</w:t>
                            </w:r>
                            <w:r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  <w:t>Auf der Roemerstrasse 1</w:t>
                            </w:r>
                            <w:r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  <w:t>76228 Karlsruhe, Germany</w:t>
                            </w:r>
                            <w:r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</w:r>
                            <w:hyperlink r:id="rId11" w:history="1">
                              <w:r>
                                <w:rPr>
                                  <w:rStyle w:val="Hyperlink"/>
                                  <w:rFonts w:cs="Arial"/>
                                  <w:noProof/>
                                  <w:sz w:val="15"/>
                                  <w:szCs w:val="15"/>
                                </w:rPr>
                                <w:t>www.pi.ws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98.3pt;margin-top:7.4pt;width:106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" stroked="f">
                <v:textbox style="mso-fit-shape-to-text:t">
                  <w:txbxContent>
                    <w:p w:rsidR="00830621" w:rsidRPr="00CC3FEF" w:rsidRDefault="00830621" w:rsidP="00830621">
                      <w:pPr>
                        <w:spacing w:after="200" w:line="276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PRESS CONTACT</w:t>
                      </w:r>
                    </w:p>
                    <w:p w:rsidR="00830621" w:rsidRPr="00CE3761" w:rsidRDefault="00830621" w:rsidP="00830621">
                      <w:pPr>
                        <w:spacing w:line="360" w:lineRule="auto"/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</w:pPr>
                      <w:r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t xml:space="preserve">Doris Knauer</w:t>
                        <w:br/>
                        <w:t xml:space="preserve">Phone +49 721 4846-1814</w:t>
                        <w:br/>
                        <w:t xml:space="preserve">Fax +49 721 4846-1019</w:t>
                        <w:br/>
                      </w:r>
                      <w:hyperlink r:id="rId12" w:history="1" w:tooltip="">
                        <w:r>
                          <w:rPr>
                            <w:rFonts w:cs="Arial"/>
                            <w:rStyle w:val="Hyperlink"/>
                            <w:bCs/>
                            <w:noProof/>
                            <w:sz w:val="15"/>
                            <w:szCs w:val="15"/>
                          </w:rPr>
                          <w:t xml:space="preserve">d.knauer@pi.de</w:t>
                        </w:r>
                      </w:hyperlink>
                    </w:p>
                    <w:p w:rsidR="00830621" w:rsidRPr="00CE3761" w:rsidRDefault="00830621" w:rsidP="00830621">
                      <w:pPr>
                        <w:spacing w:line="360" w:lineRule="auto"/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</w:pPr>
                    </w:p>
                    <w:p w:rsidR="00830621" w:rsidRDefault="00830621" w:rsidP="00830621">
                      <w:pPr>
                        <w:spacing w:line="360" w:lineRule="auto"/>
                      </w:pPr>
                      <w:r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t xml:space="preserve">Physik Instrumente (PI) </w:t>
                        <w:br/>
                        <w:t xml:space="preserve">GmbH &amp; Co. KG</w:t>
                        <w:br/>
                        <w:t xml:space="preserve">Auf der Roemerstrasse 1</w:t>
                        <w:br/>
                        <w:t xml:space="preserve">76228 Karlsruhe, Germany</w:t>
                        <w:br/>
                      </w:r>
                      <w:hyperlink r:id="rId13" w:history="1" w:tooltip="">
                        <w:r>
                          <w:rPr>
                            <w:rFonts w:cs="Arial"/>
                            <w:rStyle w:val="Hyperlink"/>
                            <w:noProof/>
                            <w:sz w:val="15"/>
                            <w:szCs w:val="15"/>
                          </w:rPr>
                          <w:t xml:space="preserve">www.pi.ws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Pr="00076BE8">
        <w:rPr>
          <w:lang w:val="en-US"/>
        </w:rPr>
        <w:t>Piezoelectric Tubes in Miniature Format for Actuator Applications</w:t>
      </w:r>
    </w:p>
    <w:p w:rsidR="00830621" w:rsidRPr="00076BE8" w:rsidRDefault="00830621" w:rsidP="00830621">
      <w:pPr>
        <w:pStyle w:val="Datumszeile"/>
        <w:rPr>
          <w:lang w:val="en-US"/>
        </w:rPr>
      </w:pPr>
      <w:r w:rsidRPr="00076BE8">
        <w:rPr>
          <w:lang w:val="en-US"/>
        </w:rPr>
        <w:t>2017-08-1</w:t>
      </w:r>
      <w:r w:rsidR="00D70D5D">
        <w:rPr>
          <w:lang w:val="en-US"/>
        </w:rPr>
        <w:t>5</w:t>
      </w:r>
      <w:r w:rsidRPr="00076BE8">
        <w:rPr>
          <w:lang w:val="en-US"/>
        </w:rPr>
        <w:t xml:space="preserve"> I PI Ceramic I </w:t>
      </w:r>
      <w:r w:rsidR="00D70D5D">
        <w:rPr>
          <w:lang w:val="en-US"/>
        </w:rPr>
        <w:t>Products</w:t>
      </w:r>
    </w:p>
    <w:p w:rsidR="00830621" w:rsidRPr="00076BE8" w:rsidRDefault="00830621" w:rsidP="00B50EDB">
      <w:pPr>
        <w:pStyle w:val="PNLead"/>
        <w:rPr>
          <w:lang w:val="en-US"/>
        </w:rPr>
      </w:pPr>
      <w:r w:rsidRPr="00076BE8">
        <w:rPr>
          <w:lang w:val="en-US"/>
        </w:rPr>
        <w:t>PI</w:t>
      </w:r>
      <w:bookmarkStart w:id="0" w:name="_GoBack"/>
      <w:bookmarkEnd w:id="0"/>
      <w:r w:rsidRPr="00076BE8">
        <w:rPr>
          <w:lang w:val="en-US"/>
        </w:rPr>
        <w:t xml:space="preserve"> Ceramic manufactures piezoelectric tubes in miniature format. The tubes are suitable for the finest actuator applications and are used for example, in medicine technology.</w:t>
      </w:r>
    </w:p>
    <w:p w:rsidR="00830621" w:rsidRPr="00076BE8" w:rsidRDefault="000650DC" w:rsidP="00830621">
      <w:pPr>
        <w:pStyle w:val="PNTextkrper"/>
        <w:rPr>
          <w:lang w:val="en-US"/>
        </w:rPr>
      </w:pPr>
      <w:r w:rsidRPr="00076BE8">
        <w:rPr>
          <w:lang w:val="en-US"/>
        </w:rPr>
        <w:t>The piezoelectric tubes are available immediately with the new geometries. The new variants are available in the following sizes: 0.5 mm outer diameter, 0.2 mm inner diameter, and a length of 4 mm. Further variants are available with 1.5 mm outer diameter, 0.9 mm inner diameter, and a length of 15 mm. Other geometries are available on customer request.</w:t>
      </w:r>
    </w:p>
    <w:p w:rsidR="00830621" w:rsidRPr="00076BE8" w:rsidRDefault="00830621" w:rsidP="00830621">
      <w:pPr>
        <w:pStyle w:val="PNZwischenberschrift"/>
        <w:rPr>
          <w:lang w:val="en-US"/>
        </w:rPr>
      </w:pPr>
      <w:r w:rsidRPr="00076BE8">
        <w:rPr>
          <w:lang w:val="en-US"/>
        </w:rPr>
        <w:t>Applications</w:t>
      </w:r>
    </w:p>
    <w:p w:rsidR="00830621" w:rsidRPr="00076BE8" w:rsidRDefault="00830621" w:rsidP="00830621">
      <w:pPr>
        <w:pStyle w:val="PNTextkrper"/>
        <w:rPr>
          <w:lang w:val="en-US"/>
        </w:rPr>
      </w:pPr>
      <w:r w:rsidRPr="00076BE8">
        <w:rPr>
          <w:lang w:val="en-US"/>
        </w:rPr>
        <w:t>Thanks to their design, the piezoelectric tubes are suitable for applications in the field of medicine technology. Here</w:t>
      </w:r>
      <w:r w:rsidR="003D4D57">
        <w:rPr>
          <w:lang w:val="en-US"/>
        </w:rPr>
        <w:t xml:space="preserve"> for example</w:t>
      </w:r>
      <w:r w:rsidRPr="00076BE8">
        <w:rPr>
          <w:lang w:val="en-US"/>
        </w:rPr>
        <w:t>, the piezo tubes are used as actuators in fiber optics and endoscopes to improve the image quality.</w:t>
      </w:r>
    </w:p>
    <w:p w:rsidR="00830621" w:rsidRPr="00076BE8" w:rsidRDefault="00830621" w:rsidP="00830621">
      <w:pPr>
        <w:pStyle w:val="PNZwischenberschrift"/>
        <w:rPr>
          <w:lang w:val="en-US"/>
        </w:rPr>
      </w:pPr>
      <w:r w:rsidRPr="00076BE8">
        <w:rPr>
          <w:lang w:val="en-US"/>
        </w:rPr>
        <w:t>Application-Specific Adapted Design</w:t>
      </w:r>
    </w:p>
    <w:p w:rsidR="00830621" w:rsidRPr="00076BE8" w:rsidRDefault="000920B4" w:rsidP="00830621">
      <w:pPr>
        <w:pStyle w:val="PNTextkrper"/>
        <w:rPr>
          <w:lang w:val="en-US"/>
        </w:rPr>
      </w:pPr>
      <w:r w:rsidRPr="00076BE8">
        <w:rPr>
          <w:lang w:val="en-US"/>
        </w:rPr>
        <w:t>Piezo tubes can be provided with multi-segmented electrodes to influence the oscillation behavior. Wrap-around contacts allow establishment of electrical contacting at a favorable position within the mechanical assembly. It is possible to select either thick or thin film electrodes for contacting.</w:t>
      </w:r>
    </w:p>
    <w:p w:rsidR="00830621" w:rsidRPr="00076BE8" w:rsidRDefault="00830621" w:rsidP="00830621">
      <w:pPr>
        <w:pStyle w:val="PNZeichen"/>
        <w:rPr>
          <w:kern w:val="32"/>
          <w:lang w:val="en-US"/>
        </w:rPr>
      </w:pPr>
      <w:r w:rsidRPr="00076BE8">
        <w:rPr>
          <w:lang w:val="en-US"/>
        </w:rPr>
        <w:t>1,1</w:t>
      </w:r>
      <w:r w:rsidR="00B50EDB">
        <w:rPr>
          <w:lang w:val="en-US"/>
        </w:rPr>
        <w:t>05</w:t>
      </w:r>
      <w:r w:rsidRPr="00076BE8">
        <w:rPr>
          <w:lang w:val="en-US"/>
        </w:rPr>
        <w:t xml:space="preserve"> characters (incl. blanks)</w:t>
      </w:r>
    </w:p>
    <w:p w:rsidR="00830621" w:rsidRPr="00076BE8" w:rsidRDefault="00830621" w:rsidP="00830621">
      <w:pPr>
        <w:pStyle w:val="PNBild"/>
        <w:rPr>
          <w:lang w:val="en-US"/>
        </w:rPr>
      </w:pPr>
    </w:p>
    <w:p w:rsidR="00830621" w:rsidRPr="00076BE8" w:rsidRDefault="004C6034" w:rsidP="00A116B6">
      <w:pPr>
        <w:pStyle w:val="PNBildunterschrift"/>
        <w:rPr>
          <w:lang w:val="en-US"/>
        </w:rPr>
      </w:pPr>
      <w:r w:rsidRPr="00076BE8">
        <w:rPr>
          <w:noProof/>
        </w:rPr>
        <w:lastRenderedPageBreak/>
        <w:drawing>
          <wp:inline distT="0" distB="0" distL="0" distR="0" wp14:anchorId="5BB6AACD" wp14:editId="09C3512B">
            <wp:extent cx="5011948" cy="2819221"/>
            <wp:effectExtent l="0" t="0" r="0" b="63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einstein\pi-allgemein\Markt und Produkte\Redaktionsteam\PNs\PNs_2017\PI_Ceramic_Produkt_Micro_Tubes\Bilder\PIC-Microtubes-web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5700" cy="2821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76BE8">
        <w:rPr>
          <w:lang w:val="en-US"/>
        </w:rPr>
        <w:t>Comparison of piezoelectric tube sizes</w:t>
      </w:r>
      <w:r w:rsidR="00B50EDB">
        <w:rPr>
          <w:lang w:val="en-US"/>
        </w:rPr>
        <w:t xml:space="preserve"> (Image: PI)</w:t>
      </w:r>
    </w:p>
    <w:p w:rsidR="00830621" w:rsidRPr="00076BE8" w:rsidRDefault="00830621" w:rsidP="00830621">
      <w:pPr>
        <w:pStyle w:val="PNTextkrper"/>
        <w:rPr>
          <w:lang w:val="en-US"/>
        </w:rPr>
      </w:pPr>
    </w:p>
    <w:p w:rsidR="00830621" w:rsidRPr="00076BE8" w:rsidRDefault="00B8222A" w:rsidP="00830621">
      <w:pPr>
        <w:pStyle w:val="PNTextkrper"/>
        <w:rPr>
          <w:lang w:val="en-US"/>
        </w:rPr>
      </w:pPr>
      <w:r w:rsidRPr="00076BE8">
        <w:rPr>
          <w:lang w:val="en-US"/>
        </w:rPr>
        <w:t xml:space="preserve">Further information available at: </w:t>
      </w:r>
    </w:p>
    <w:p w:rsidR="00D41634" w:rsidRDefault="004D7070" w:rsidP="00830621">
      <w:pPr>
        <w:pStyle w:val="PNTextkrper"/>
        <w:rPr>
          <w:lang w:val="en-US"/>
        </w:rPr>
      </w:pPr>
      <w:r>
        <w:fldChar w:fldCharType="begin"/>
      </w:r>
      <w:r w:rsidRPr="004D7070">
        <w:rPr>
          <w:lang w:val="en-US"/>
        </w:rPr>
        <w:instrText xml:space="preserve"> HYPERLINK "https://www.piceramic.com/en/products/piezoceramic-components/tubes/" </w:instrText>
      </w:r>
      <w:r>
        <w:fldChar w:fldCharType="separate"/>
      </w:r>
      <w:r w:rsidR="00D46CD9" w:rsidRPr="00483965">
        <w:rPr>
          <w:rStyle w:val="Hyperlink"/>
          <w:lang w:val="en-US"/>
        </w:rPr>
        <w:t>https://www.piceramic.com/en/products/piezoceramic-components/tubes/</w:t>
      </w:r>
      <w:r>
        <w:rPr>
          <w:rStyle w:val="Hyperlink"/>
          <w:lang w:val="en-US"/>
        </w:rPr>
        <w:fldChar w:fldCharType="end"/>
      </w:r>
    </w:p>
    <w:p w:rsidR="00D46CD9" w:rsidRPr="00D46CD9" w:rsidRDefault="00D46CD9" w:rsidP="00830621">
      <w:pPr>
        <w:pStyle w:val="PNTextkrper"/>
        <w:rPr>
          <w:lang w:val="en-US"/>
        </w:rPr>
      </w:pPr>
    </w:p>
    <w:p w:rsidR="00830621" w:rsidRPr="00076BE8" w:rsidRDefault="00830621" w:rsidP="00830621">
      <w:pPr>
        <w:pStyle w:val="PNZwischenberschrift"/>
        <w:rPr>
          <w:lang w:val="en-US"/>
        </w:rPr>
      </w:pPr>
      <w:r w:rsidRPr="00076BE8">
        <w:rPr>
          <w:lang w:val="en-US"/>
        </w:rPr>
        <w:t>About PI Ceramic</w:t>
      </w:r>
    </w:p>
    <w:p w:rsidR="009C2EDF" w:rsidRPr="00076BE8" w:rsidRDefault="00830621" w:rsidP="005B463C">
      <w:pPr>
        <w:pStyle w:val="PNTextkrper"/>
        <w:rPr>
          <w:lang w:val="en-US"/>
        </w:rPr>
      </w:pPr>
      <w:r w:rsidRPr="00076BE8">
        <w:rPr>
          <w:lang w:val="en-US"/>
        </w:rPr>
        <w:t xml:space="preserve">PI Ceramic is a world leader in the field of piezo actuators and sensors. The broad range of expertise in the complex development and manufacturing process of functional ceramic components combined with state-of-the-art production equipment ensures high quality, flexibility and adherence to supply deadlines. Prototypes and series production of custom-engineered piezo components are available after short processing times. PI Ceramic also has the capacity to manufacture medium- to large-sized series in automated production lines. PI Ceramic, a subsidiary of </w:t>
      </w:r>
      <w:proofErr w:type="spellStart"/>
      <w:r w:rsidRPr="00076BE8">
        <w:rPr>
          <w:lang w:val="en-US"/>
        </w:rPr>
        <w:t>Physik</w:t>
      </w:r>
      <w:proofErr w:type="spellEnd"/>
      <w:r w:rsidRPr="00076BE8">
        <w:rPr>
          <w:lang w:val="en-US"/>
        </w:rPr>
        <w:t xml:space="preserve"> </w:t>
      </w:r>
      <w:proofErr w:type="spellStart"/>
      <w:r w:rsidRPr="00076BE8">
        <w:rPr>
          <w:lang w:val="en-US"/>
        </w:rPr>
        <w:t>Instrumente</w:t>
      </w:r>
      <w:proofErr w:type="spellEnd"/>
      <w:r w:rsidRPr="00076BE8">
        <w:rPr>
          <w:lang w:val="en-US"/>
        </w:rPr>
        <w:t xml:space="preserve"> (PI) GmbH &amp; Co. KG, is located in </w:t>
      </w:r>
      <w:proofErr w:type="spellStart"/>
      <w:r w:rsidRPr="00076BE8">
        <w:rPr>
          <w:lang w:val="en-US"/>
        </w:rPr>
        <w:t>Lederhose</w:t>
      </w:r>
      <w:proofErr w:type="spellEnd"/>
      <w:r w:rsidRPr="00076BE8">
        <w:rPr>
          <w:lang w:val="en-US"/>
        </w:rPr>
        <w:t>, Germany.</w:t>
      </w:r>
    </w:p>
    <w:sectPr w:rsidR="009C2EDF" w:rsidRPr="00076BE8" w:rsidSect="00974090">
      <w:headerReference w:type="default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2268" w:right="1134" w:bottom="1134" w:left="1134" w:header="567" w:footer="0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BD8" w:rsidRDefault="00193BD8" w:rsidP="00133B3E">
      <w:r>
        <w:separator/>
      </w:r>
    </w:p>
  </w:endnote>
  <w:endnote w:type="continuationSeparator" w:id="0">
    <w:p w:rsidR="00193BD8" w:rsidRDefault="00193BD8" w:rsidP="00133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BC6" w:rsidRDefault="00B50EDB" w:rsidP="00777563">
    <w:r>
      <w:rPr>
        <w:noProof/>
      </w:rPr>
      <w:drawing>
        <wp:inline distT="0" distB="0" distL="0" distR="0" wp14:anchorId="74BD530E" wp14:editId="1E2845D6">
          <wp:extent cx="6115050" cy="247650"/>
          <wp:effectExtent l="0" t="0" r="0" b="0"/>
          <wp:docPr id="2" name="Grafik 2" descr="\\EINSTEIN\PI-Allgemein\Markt und Produkte\Corporate Design\PI Elemente\PI_Bue_Bar_WWW_PICERAMIC_C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EINSTEIN\PI-Allgemein\Markt und Produkte\Corporate Design\PI Elemente\PI_Bue_Bar_WWW_PICERAMIC_C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32BC6" w:rsidRDefault="00A32BC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995" w:rsidRDefault="00B50EDB" w:rsidP="00467B6A">
    <w:pPr>
      <w:tabs>
        <w:tab w:val="left" w:pos="9638"/>
      </w:tabs>
    </w:pPr>
    <w:r>
      <w:rPr>
        <w:noProof/>
      </w:rPr>
      <w:drawing>
        <wp:inline distT="0" distB="0" distL="0" distR="0" wp14:anchorId="74BD530E" wp14:editId="1E2845D6">
          <wp:extent cx="6115050" cy="247650"/>
          <wp:effectExtent l="0" t="0" r="0" b="0"/>
          <wp:docPr id="7" name="Grafik 7" descr="\\EINSTEIN\PI-Allgemein\Markt und Produkte\Corporate Design\PI Elemente\PI_Bue_Bar_WWW_PICERAMIC_C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EINSTEIN\PI-Allgemein\Markt und Produkte\Corporate Design\PI Elemente\PI_Bue_Bar_WWW_PICERAMIC_C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0982" w:rsidRPr="003A56FA" w:rsidRDefault="000D0982" w:rsidP="003A56F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BD8" w:rsidRDefault="00193BD8" w:rsidP="00133B3E">
      <w:r>
        <w:separator/>
      </w:r>
    </w:p>
  </w:footnote>
  <w:footnote w:type="continuationSeparator" w:id="0">
    <w:p w:rsidR="00193BD8" w:rsidRDefault="00193BD8" w:rsidP="00133B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D69" w:rsidRPr="0029750E" w:rsidRDefault="001F7D69" w:rsidP="002E1593">
    <w:pPr>
      <w:pStyle w:val="Kopfzeile"/>
    </w:pPr>
    <w:r w:rsidRPr="009A0383">
      <w:rPr>
        <w:noProof/>
      </w:rPr>
      <w:drawing>
        <wp:anchor distT="0" distB="0" distL="114300" distR="114300" simplePos="0" relativeHeight="251759616" behindDoc="1" locked="1" layoutInCell="0" allowOverlap="0" wp14:anchorId="3757CB95" wp14:editId="3E29E001">
          <wp:simplePos x="0" y="0"/>
          <wp:positionH relativeFrom="page">
            <wp:posOffset>6158230</wp:posOffset>
          </wp:positionH>
          <wp:positionV relativeFrom="page">
            <wp:posOffset>431165</wp:posOffset>
          </wp:positionV>
          <wp:extent cx="751840" cy="359410"/>
          <wp:effectExtent l="0" t="0" r="0" b="2540"/>
          <wp:wrapNone/>
          <wp:docPr id="6" name="Grafik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_logo_4c.wmf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F7D69" w:rsidRPr="00090749" w:rsidRDefault="001F7D69" w:rsidP="0009074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D69" w:rsidRPr="00D01F8F" w:rsidRDefault="001F7D69" w:rsidP="00B81AE5">
    <w:pPr>
      <w:pStyle w:val="Kopfzeile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>PRESS RELEASE</w:t>
    </w:r>
    <w:r>
      <w:rPr>
        <w:noProof/>
      </w:rPr>
      <w:drawing>
        <wp:anchor distT="0" distB="0" distL="114300" distR="114300" simplePos="0" relativeHeight="251761664" behindDoc="1" locked="1" layoutInCell="0" allowOverlap="0" wp14:anchorId="5766BD06" wp14:editId="1B6E68F2">
          <wp:simplePos x="0" y="0"/>
          <wp:positionH relativeFrom="page">
            <wp:posOffset>6158230</wp:posOffset>
          </wp:positionH>
          <wp:positionV relativeFrom="page">
            <wp:posOffset>431165</wp:posOffset>
          </wp:positionV>
          <wp:extent cx="751840" cy="359410"/>
          <wp:effectExtent l="0" t="0" r="0" b="2540"/>
          <wp:wrapNone/>
          <wp:docPr id="4" name="Grafik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_logo_4c.wmf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pi_slogan_2"/>
      </v:shape>
    </w:pict>
  </w:numPicBullet>
  <w:numPicBullet w:numPicBulletId="1">
    <w:pict>
      <v:shape id="_x0000_i1027" type="#_x0000_t75" style="width:28.3pt;height:56.65pt" o:bullet="t">
        <v:imagedata r:id="rId2" o:title="+"/>
      </v:shape>
    </w:pict>
  </w:numPicBullet>
  <w:abstractNum w:abstractNumId="0">
    <w:nsid w:val="02C456D2"/>
    <w:multiLevelType w:val="hybridMultilevel"/>
    <w:tmpl w:val="3A12273A"/>
    <w:lvl w:ilvl="0" w:tplc="B744535A">
      <w:start w:val="1"/>
      <w:numFmt w:val="bullet"/>
      <w:pStyle w:val="Aufzhlung"/>
      <w:lvlText w:val=""/>
      <w:lvlJc w:val="left"/>
      <w:pPr>
        <w:ind w:left="360" w:hanging="360"/>
      </w:pPr>
      <w:rPr>
        <w:rFonts w:ascii="Wingdings" w:hAnsi="Wingdings" w:hint="default"/>
        <w:color w:val="00509E" w:themeColor="accent1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6E1AE8"/>
    <w:multiLevelType w:val="hybridMultilevel"/>
    <w:tmpl w:val="04C40D86"/>
    <w:lvl w:ilvl="0" w:tplc="26CCC90A">
      <w:start w:val="1"/>
      <w:numFmt w:val="bullet"/>
      <w:pStyle w:val="WPKastenaufzhlung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01011C"/>
    <w:multiLevelType w:val="hybridMultilevel"/>
    <w:tmpl w:val="63065BE4"/>
    <w:lvl w:ilvl="0" w:tplc="7ED88DD2">
      <w:start w:val="1"/>
      <w:numFmt w:val="bullet"/>
      <w:lvlText w:val="-"/>
      <w:lvlJc w:val="left"/>
      <w:pPr>
        <w:ind w:left="862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E8187A"/>
    <w:multiLevelType w:val="hybridMultilevel"/>
    <w:tmpl w:val="B5F40AA2"/>
    <w:lvl w:ilvl="0" w:tplc="2A42A100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374042"/>
    <w:multiLevelType w:val="hybridMultilevel"/>
    <w:tmpl w:val="B47EF83E"/>
    <w:lvl w:ilvl="0" w:tplc="5D4C816E">
      <w:start w:val="1"/>
      <w:numFmt w:val="bullet"/>
      <w:lvlText w:val="‒"/>
      <w:lvlJc w:val="left"/>
      <w:pPr>
        <w:ind w:left="862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621"/>
    <w:rsid w:val="000113DA"/>
    <w:rsid w:val="00021D5B"/>
    <w:rsid w:val="00022452"/>
    <w:rsid w:val="0003215E"/>
    <w:rsid w:val="00035A50"/>
    <w:rsid w:val="000650DC"/>
    <w:rsid w:val="00070E0A"/>
    <w:rsid w:val="00071C55"/>
    <w:rsid w:val="00076BE8"/>
    <w:rsid w:val="00077F4C"/>
    <w:rsid w:val="00090749"/>
    <w:rsid w:val="000920B4"/>
    <w:rsid w:val="000B0991"/>
    <w:rsid w:val="000C3C0F"/>
    <w:rsid w:val="000C5FC8"/>
    <w:rsid w:val="000D0982"/>
    <w:rsid w:val="000F741E"/>
    <w:rsid w:val="0011523D"/>
    <w:rsid w:val="00122E46"/>
    <w:rsid w:val="001270FB"/>
    <w:rsid w:val="00133B3E"/>
    <w:rsid w:val="00136FA4"/>
    <w:rsid w:val="0014358F"/>
    <w:rsid w:val="001800C5"/>
    <w:rsid w:val="00193BD8"/>
    <w:rsid w:val="001957EC"/>
    <w:rsid w:val="00195E95"/>
    <w:rsid w:val="001A157F"/>
    <w:rsid w:val="001B0993"/>
    <w:rsid w:val="001B28C4"/>
    <w:rsid w:val="001E4820"/>
    <w:rsid w:val="001E7C6A"/>
    <w:rsid w:val="001F7D69"/>
    <w:rsid w:val="002016D0"/>
    <w:rsid w:val="00222A13"/>
    <w:rsid w:val="0023373C"/>
    <w:rsid w:val="002340AF"/>
    <w:rsid w:val="00257322"/>
    <w:rsid w:val="0026383E"/>
    <w:rsid w:val="0029750E"/>
    <w:rsid w:val="002A41A3"/>
    <w:rsid w:val="002A537A"/>
    <w:rsid w:val="002B6505"/>
    <w:rsid w:val="002D337A"/>
    <w:rsid w:val="002E1593"/>
    <w:rsid w:val="002E49C7"/>
    <w:rsid w:val="002F1FB9"/>
    <w:rsid w:val="00316C3B"/>
    <w:rsid w:val="0033179A"/>
    <w:rsid w:val="00342245"/>
    <w:rsid w:val="003555BA"/>
    <w:rsid w:val="003570A9"/>
    <w:rsid w:val="00365A03"/>
    <w:rsid w:val="003761FB"/>
    <w:rsid w:val="00392265"/>
    <w:rsid w:val="003A08C8"/>
    <w:rsid w:val="003A56FA"/>
    <w:rsid w:val="003B0F0A"/>
    <w:rsid w:val="003D1E56"/>
    <w:rsid w:val="003D4D57"/>
    <w:rsid w:val="003D4EFF"/>
    <w:rsid w:val="003E3AB4"/>
    <w:rsid w:val="00407564"/>
    <w:rsid w:val="00427522"/>
    <w:rsid w:val="0043207F"/>
    <w:rsid w:val="004376C4"/>
    <w:rsid w:val="00454D04"/>
    <w:rsid w:val="00467B6A"/>
    <w:rsid w:val="004A197A"/>
    <w:rsid w:val="004B2C16"/>
    <w:rsid w:val="004C6034"/>
    <w:rsid w:val="004C79F2"/>
    <w:rsid w:val="004D7070"/>
    <w:rsid w:val="004E2CF0"/>
    <w:rsid w:val="004E714A"/>
    <w:rsid w:val="00500B7E"/>
    <w:rsid w:val="005017B0"/>
    <w:rsid w:val="005416BA"/>
    <w:rsid w:val="00552024"/>
    <w:rsid w:val="005554CA"/>
    <w:rsid w:val="00566B11"/>
    <w:rsid w:val="005707B2"/>
    <w:rsid w:val="005843A2"/>
    <w:rsid w:val="005865B5"/>
    <w:rsid w:val="005B463C"/>
    <w:rsid w:val="005D0AEA"/>
    <w:rsid w:val="005D45CD"/>
    <w:rsid w:val="005D4882"/>
    <w:rsid w:val="005E2418"/>
    <w:rsid w:val="005E241E"/>
    <w:rsid w:val="005E6A6B"/>
    <w:rsid w:val="00601BE0"/>
    <w:rsid w:val="00650293"/>
    <w:rsid w:val="006874F5"/>
    <w:rsid w:val="00692C48"/>
    <w:rsid w:val="006A4D0C"/>
    <w:rsid w:val="006E36D5"/>
    <w:rsid w:val="006F0928"/>
    <w:rsid w:val="006F12B1"/>
    <w:rsid w:val="007117F1"/>
    <w:rsid w:val="007A6518"/>
    <w:rsid w:val="007B1DBB"/>
    <w:rsid w:val="007B5871"/>
    <w:rsid w:val="007B7772"/>
    <w:rsid w:val="007C2317"/>
    <w:rsid w:val="007D2DB1"/>
    <w:rsid w:val="007E023A"/>
    <w:rsid w:val="00807BE4"/>
    <w:rsid w:val="00830621"/>
    <w:rsid w:val="00852F5A"/>
    <w:rsid w:val="0085385E"/>
    <w:rsid w:val="008833A7"/>
    <w:rsid w:val="00886E6F"/>
    <w:rsid w:val="0088703D"/>
    <w:rsid w:val="008A319C"/>
    <w:rsid w:val="008A3B2F"/>
    <w:rsid w:val="008A583A"/>
    <w:rsid w:val="008E4077"/>
    <w:rsid w:val="008E6855"/>
    <w:rsid w:val="008F3051"/>
    <w:rsid w:val="0090083B"/>
    <w:rsid w:val="009200C8"/>
    <w:rsid w:val="00922543"/>
    <w:rsid w:val="00924122"/>
    <w:rsid w:val="00924A30"/>
    <w:rsid w:val="009276B5"/>
    <w:rsid w:val="00941462"/>
    <w:rsid w:val="00943F08"/>
    <w:rsid w:val="009445D8"/>
    <w:rsid w:val="00950E8F"/>
    <w:rsid w:val="0097218C"/>
    <w:rsid w:val="00974090"/>
    <w:rsid w:val="00974F76"/>
    <w:rsid w:val="009766F9"/>
    <w:rsid w:val="009A0383"/>
    <w:rsid w:val="009B33CD"/>
    <w:rsid w:val="009C2EDF"/>
    <w:rsid w:val="009D7B8D"/>
    <w:rsid w:val="009E4377"/>
    <w:rsid w:val="00A116B6"/>
    <w:rsid w:val="00A32BC6"/>
    <w:rsid w:val="00A33278"/>
    <w:rsid w:val="00A52A9C"/>
    <w:rsid w:val="00A54C03"/>
    <w:rsid w:val="00A8219A"/>
    <w:rsid w:val="00AE571A"/>
    <w:rsid w:val="00AF4AF4"/>
    <w:rsid w:val="00AF5FF3"/>
    <w:rsid w:val="00B17F3E"/>
    <w:rsid w:val="00B22052"/>
    <w:rsid w:val="00B343F5"/>
    <w:rsid w:val="00B36BFE"/>
    <w:rsid w:val="00B50EDB"/>
    <w:rsid w:val="00B67FA9"/>
    <w:rsid w:val="00B7642B"/>
    <w:rsid w:val="00B81AE5"/>
    <w:rsid w:val="00B8222A"/>
    <w:rsid w:val="00BA744C"/>
    <w:rsid w:val="00BB5133"/>
    <w:rsid w:val="00BE46C8"/>
    <w:rsid w:val="00BF0FDE"/>
    <w:rsid w:val="00C0632F"/>
    <w:rsid w:val="00C065AD"/>
    <w:rsid w:val="00C267A1"/>
    <w:rsid w:val="00C340AA"/>
    <w:rsid w:val="00C358AB"/>
    <w:rsid w:val="00C40A39"/>
    <w:rsid w:val="00C8639C"/>
    <w:rsid w:val="00C90265"/>
    <w:rsid w:val="00C926CD"/>
    <w:rsid w:val="00C9609F"/>
    <w:rsid w:val="00CB2DB7"/>
    <w:rsid w:val="00CC3FEF"/>
    <w:rsid w:val="00CD27DE"/>
    <w:rsid w:val="00D00FCF"/>
    <w:rsid w:val="00D01F8F"/>
    <w:rsid w:val="00D11FF1"/>
    <w:rsid w:val="00D12424"/>
    <w:rsid w:val="00D12CBE"/>
    <w:rsid w:val="00D16974"/>
    <w:rsid w:val="00D1738E"/>
    <w:rsid w:val="00D20D0C"/>
    <w:rsid w:val="00D26B61"/>
    <w:rsid w:val="00D41634"/>
    <w:rsid w:val="00D46CD9"/>
    <w:rsid w:val="00D70D5D"/>
    <w:rsid w:val="00D97BAB"/>
    <w:rsid w:val="00DB0BB7"/>
    <w:rsid w:val="00DB561F"/>
    <w:rsid w:val="00DD243C"/>
    <w:rsid w:val="00E36CCA"/>
    <w:rsid w:val="00E446F2"/>
    <w:rsid w:val="00E5088D"/>
    <w:rsid w:val="00E55D35"/>
    <w:rsid w:val="00E614C5"/>
    <w:rsid w:val="00E62B4F"/>
    <w:rsid w:val="00E861D1"/>
    <w:rsid w:val="00EC72E7"/>
    <w:rsid w:val="00EE33A2"/>
    <w:rsid w:val="00EE7C3F"/>
    <w:rsid w:val="00EF1F33"/>
    <w:rsid w:val="00F0428C"/>
    <w:rsid w:val="00F06A5D"/>
    <w:rsid w:val="00F5215E"/>
    <w:rsid w:val="00F52680"/>
    <w:rsid w:val="00F76995"/>
    <w:rsid w:val="00FA51BD"/>
    <w:rsid w:val="00FB5F4F"/>
    <w:rsid w:val="00FC33FB"/>
    <w:rsid w:val="00FC5831"/>
    <w:rsid w:val="00FD2332"/>
    <w:rsid w:val="00FE7DB2"/>
    <w:rsid w:val="00FF06AC"/>
    <w:rsid w:val="00FF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qFormat="1"/>
    <w:lsdException w:name="heading 1" w:semiHidden="0" w:uiPriority="17" w:qFormat="1"/>
    <w:lsdException w:name="heading 2" w:uiPriority="17" w:unhideWhenUsed="1" w:qFormat="1"/>
    <w:lsdException w:name="heading 3" w:uiPriority="17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0" w:uiPriority="19"/>
    <w:lsdException w:name="toc 2" w:semiHidden="0" w:uiPriority="39"/>
    <w:lsdException w:name="toc 3" w:semiHidden="0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1"/>
    <w:lsdException w:name="footer" w:uiPriority="0" w:unhideWhenUsed="1"/>
    <w:lsdException w:name="caption" w:semiHidden="0" w:uiPriority="35" w:qFormat="1"/>
    <w:lsdException w:name="Title" w:qFormat="1"/>
    <w:lsdException w:name="Default Paragraph Font" w:uiPriority="1" w:unhideWhenUsed="1"/>
    <w:lsdException w:name="Body Text" w:semiHidden="0"/>
    <w:lsdException w:name="Subtitle" w:qFormat="1"/>
    <w:lsdException w:name="Hyperlink" w:unhideWhenUsed="1"/>
    <w:lsdException w:name="FollowedHyperlink" w:unhideWhenUsed="1"/>
    <w:lsdException w:name="Strong" w:qFormat="1"/>
    <w:lsdException w:name="Emphasis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qFormat="1"/>
    <w:lsdException w:name="Intense Quote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/>
  </w:latentStyles>
  <w:style w:type="paragraph" w:default="1" w:styleId="Standard">
    <w:name w:val="Normal"/>
    <w:uiPriority w:val="99"/>
    <w:semiHidden/>
    <w:qFormat/>
    <w:rsid w:val="00830621"/>
    <w:pPr>
      <w:spacing w:after="0" w:line="240" w:lineRule="auto"/>
    </w:pPr>
  </w:style>
  <w:style w:type="paragraph" w:styleId="berschrift1">
    <w:name w:val="heading 1"/>
    <w:basedOn w:val="Standard"/>
    <w:next w:val="Textkrper"/>
    <w:link w:val="berschrift1Zchn"/>
    <w:uiPriority w:val="17"/>
    <w:qFormat/>
    <w:rsid w:val="00A54C03"/>
    <w:pPr>
      <w:keepNext/>
      <w:keepLines/>
      <w:spacing w:before="360" w:after="240" w:line="264" w:lineRule="auto"/>
      <w:outlineLvl w:val="0"/>
    </w:pPr>
    <w:rPr>
      <w:rFonts w:asciiTheme="majorHAnsi" w:eastAsiaTheme="majorEastAsia" w:hAnsiTheme="majorHAnsi" w:cstheme="majorBidi"/>
      <w:bCs/>
      <w:sz w:val="36"/>
      <w:szCs w:val="28"/>
    </w:rPr>
  </w:style>
  <w:style w:type="paragraph" w:styleId="berschrift2">
    <w:name w:val="heading 2"/>
    <w:basedOn w:val="Standard"/>
    <w:next w:val="Textkrper"/>
    <w:link w:val="berschrift2Zchn"/>
    <w:uiPriority w:val="17"/>
    <w:qFormat/>
    <w:rsid w:val="00A54C03"/>
    <w:pPr>
      <w:keepNext/>
      <w:keepLines/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bCs/>
      <w:i/>
      <w:sz w:val="28"/>
      <w:szCs w:val="26"/>
    </w:rPr>
  </w:style>
  <w:style w:type="paragraph" w:styleId="berschrift3">
    <w:name w:val="heading 3"/>
    <w:basedOn w:val="Standard"/>
    <w:next w:val="Textkrper"/>
    <w:link w:val="berschrift3Zchn"/>
    <w:uiPriority w:val="17"/>
    <w:qFormat/>
    <w:rsid w:val="00A54C03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b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54C03"/>
    <w:pPr>
      <w:tabs>
        <w:tab w:val="center" w:pos="4536"/>
        <w:tab w:val="right" w:pos="9072"/>
      </w:tabs>
      <w:spacing w:before="480" w:after="120" w:line="264" w:lineRule="auto"/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rsid w:val="00A54C03"/>
    <w:rPr>
      <w:sz w:val="18"/>
    </w:rPr>
  </w:style>
  <w:style w:type="paragraph" w:styleId="Fuzeile">
    <w:name w:val="footer"/>
    <w:basedOn w:val="Standard"/>
    <w:link w:val="FuzeileZchn"/>
    <w:rsid w:val="00A54C03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rsid w:val="00A54C03"/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rsid w:val="00133B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428C"/>
    <w:rPr>
      <w:rFonts w:ascii="Tahoma" w:hAnsi="Tahoma" w:cs="Tahoma"/>
      <w:sz w:val="16"/>
      <w:szCs w:val="16"/>
    </w:rPr>
  </w:style>
  <w:style w:type="paragraph" w:customStyle="1" w:styleId="PNZwischenberschrift">
    <w:name w:val="PN_Zwischenüberschrift"/>
    <w:basedOn w:val="PNTextkrper"/>
    <w:uiPriority w:val="99"/>
    <w:qFormat/>
    <w:rsid w:val="00A54C03"/>
    <w:pPr>
      <w:spacing w:before="120"/>
    </w:pPr>
    <w:rPr>
      <w:b/>
    </w:rPr>
  </w:style>
  <w:style w:type="paragraph" w:customStyle="1" w:styleId="PNLead">
    <w:name w:val="PN_Lead"/>
    <w:basedOn w:val="PNTextkrper"/>
    <w:autoRedefine/>
    <w:uiPriority w:val="99"/>
    <w:qFormat/>
    <w:rsid w:val="00D01F8F"/>
    <w:pPr>
      <w:spacing w:before="120" w:after="120"/>
    </w:pPr>
    <w:rPr>
      <w:b/>
    </w:rPr>
  </w:style>
  <w:style w:type="paragraph" w:styleId="Listenabsatz">
    <w:name w:val="List Paragraph"/>
    <w:basedOn w:val="Standard"/>
    <w:uiPriority w:val="99"/>
    <w:semiHidden/>
    <w:qFormat/>
    <w:rsid w:val="00AE571A"/>
    <w:pPr>
      <w:ind w:left="720"/>
      <w:contextualSpacing/>
    </w:pPr>
  </w:style>
  <w:style w:type="paragraph" w:styleId="Verzeichnis2">
    <w:name w:val="toc 2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Verzeichnis3">
    <w:name w:val="toc 3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KeinLeerraum">
    <w:name w:val="No Spacing"/>
    <w:uiPriority w:val="99"/>
    <w:semiHidden/>
    <w:qFormat/>
    <w:rsid w:val="007C2317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54C03"/>
    <w:pPr>
      <w:spacing w:after="0" w:line="240" w:lineRule="auto"/>
    </w:pPr>
    <w:tblPr>
      <w:tblStyleRowBandSize w:val="1"/>
      <w:tblInd w:w="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Theme="majorHAnsi" w:hAnsiTheme="majorHAnsi"/>
        <w:b/>
        <w:color w:val="FFFFFF" w:themeColor="background1"/>
        <w:sz w:val="18"/>
      </w:rPr>
      <w:tblPr/>
      <w:tcPr>
        <w:tcBorders>
          <w:top w:val="nil"/>
          <w:left w:val="nil"/>
          <w:bottom w:val="single" w:sz="4" w:space="0" w:color="FFFFFF" w:themeColor="background1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509E" w:themeFill="accent1"/>
        <w:tcMar>
          <w:top w:w="28" w:type="dxa"/>
          <w:left w:w="85" w:type="dxa"/>
          <w:bottom w:w="28" w:type="dxa"/>
          <w:right w:w="85" w:type="dxa"/>
        </w:tcMar>
        <w:vAlign w:val="center"/>
      </w:tcPr>
    </w:tblStylePr>
    <w:tblStylePr w:type="band1Horz">
      <w:pPr>
        <w:jc w:val="left"/>
      </w:pPr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D9D9D9" w:themeFill="background1" w:themeFillShade="D9"/>
      </w:tcPr>
    </w:tblStylePr>
    <w:tblStylePr w:type="band2Horz"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Textkrper">
    <w:name w:val="Body Text"/>
    <w:basedOn w:val="Standard"/>
    <w:link w:val="TextkrperZchn"/>
    <w:uiPriority w:val="99"/>
    <w:rsid w:val="00A54C03"/>
    <w:pPr>
      <w:spacing w:after="120" w:line="360" w:lineRule="auto"/>
      <w:jc w:val="both"/>
    </w:pPr>
    <w:rPr>
      <w:sz w:val="18"/>
    </w:rPr>
  </w:style>
  <w:style w:type="character" w:customStyle="1" w:styleId="TextkrperZchn">
    <w:name w:val="Textkörper Zchn"/>
    <w:basedOn w:val="Absatz-Standardschriftart"/>
    <w:link w:val="Textkrper"/>
    <w:uiPriority w:val="99"/>
    <w:rsid w:val="00A54C03"/>
    <w:rPr>
      <w:sz w:val="18"/>
    </w:rPr>
  </w:style>
  <w:style w:type="character" w:styleId="Platzhaltertext">
    <w:name w:val="Placeholder Text"/>
    <w:basedOn w:val="Absatz-Standardschriftart"/>
    <w:uiPriority w:val="99"/>
    <w:semiHidden/>
    <w:rsid w:val="0023373C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17"/>
    <w:rsid w:val="00A54C03"/>
    <w:rPr>
      <w:rFonts w:asciiTheme="majorHAnsi" w:eastAsiaTheme="majorEastAsia" w:hAnsiTheme="majorHAnsi" w:cstheme="majorBidi"/>
      <w:bCs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17"/>
    <w:rsid w:val="00A54C03"/>
    <w:rPr>
      <w:rFonts w:asciiTheme="majorHAnsi" w:eastAsiaTheme="majorEastAsia" w:hAnsiTheme="majorHAnsi" w:cstheme="majorBidi"/>
      <w:b/>
      <w:bCs/>
      <w:i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17"/>
    <w:rsid w:val="00A54C03"/>
    <w:rPr>
      <w:rFonts w:asciiTheme="majorHAnsi" w:eastAsiaTheme="majorEastAsia" w:hAnsiTheme="majorHAnsi" w:cstheme="majorBidi"/>
      <w:b/>
      <w:bCs/>
      <w:sz w:val="26"/>
    </w:rPr>
  </w:style>
  <w:style w:type="character" w:styleId="Hyperlink">
    <w:name w:val="Hyperlink"/>
    <w:basedOn w:val="Absatz-Standardschriftart"/>
    <w:uiPriority w:val="99"/>
    <w:rsid w:val="00A54C03"/>
    <w:rPr>
      <w:color w:val="00509E" w:themeColor="accent1"/>
      <w:u w:val="single"/>
    </w:rPr>
  </w:style>
  <w:style w:type="character" w:styleId="BesuchterHyperlink">
    <w:name w:val="FollowedHyperlink"/>
    <w:basedOn w:val="Absatz-Standardschriftart"/>
    <w:uiPriority w:val="99"/>
    <w:semiHidden/>
    <w:rsid w:val="003761FB"/>
    <w:rPr>
      <w:color w:val="FFFFFF" w:themeColor="followedHyperlink"/>
      <w:u w:val="single"/>
    </w:rPr>
  </w:style>
  <w:style w:type="paragraph" w:customStyle="1" w:styleId="Aufzhlung">
    <w:name w:val="Aufzählung"/>
    <w:basedOn w:val="Textkrper"/>
    <w:uiPriority w:val="16"/>
    <w:qFormat/>
    <w:rsid w:val="00A54C03"/>
    <w:pPr>
      <w:numPr>
        <w:numId w:val="8"/>
      </w:numPr>
    </w:pPr>
  </w:style>
  <w:style w:type="table" w:styleId="HelleSchattierung">
    <w:name w:val="Light Shading"/>
    <w:basedOn w:val="NormaleTabelle"/>
    <w:uiPriority w:val="60"/>
    <w:rsid w:val="00A54C0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PNTextkrper">
    <w:name w:val="PN_Textkörper"/>
    <w:basedOn w:val="Textkrper"/>
    <w:autoRedefine/>
    <w:uiPriority w:val="11"/>
    <w:qFormat/>
    <w:rsid w:val="00941462"/>
    <w:pPr>
      <w:spacing w:after="57"/>
      <w:ind w:right="3600"/>
      <w:jc w:val="left"/>
    </w:pPr>
    <w:rPr>
      <w:rFonts w:ascii="Calibri" w:eastAsia="Lucida Sans Unicode" w:hAnsi="Calibri" w:cs="Calibri"/>
      <w:sz w:val="22"/>
    </w:rPr>
  </w:style>
  <w:style w:type="paragraph" w:customStyle="1" w:styleId="PNAdressblock">
    <w:name w:val="PN_Adressblock"/>
    <w:basedOn w:val="Standard"/>
    <w:uiPriority w:val="8"/>
    <w:qFormat/>
    <w:rsid w:val="00A54C03"/>
    <w:pPr>
      <w:spacing w:before="360" w:line="276" w:lineRule="auto"/>
      <w:contextualSpacing/>
    </w:pPr>
    <w:rPr>
      <w:rFonts w:ascii="Arial" w:eastAsia="Calibri" w:hAnsi="Arial" w:cs="Arial"/>
      <w:bCs/>
      <w:noProof/>
      <w:color w:val="000000"/>
      <w:sz w:val="20"/>
    </w:rPr>
  </w:style>
  <w:style w:type="paragraph" w:customStyle="1" w:styleId="PNURLTelefonFaxMail">
    <w:name w:val="PN_URL/Telefon/Fax/Mail"/>
    <w:basedOn w:val="Standard"/>
    <w:uiPriority w:val="9"/>
    <w:qFormat/>
    <w:rsid w:val="00A54C03"/>
    <w:pPr>
      <w:spacing w:before="360" w:after="200" w:line="276" w:lineRule="auto"/>
    </w:pPr>
    <w:rPr>
      <w:rFonts w:ascii="Arial" w:eastAsia="Calibri" w:hAnsi="Arial" w:cs="Times New Roman"/>
      <w:sz w:val="20"/>
    </w:rPr>
  </w:style>
  <w:style w:type="paragraph" w:customStyle="1" w:styleId="PNTitel">
    <w:name w:val="PN_Titel"/>
    <w:basedOn w:val="Standard"/>
    <w:next w:val="PNAdressblock"/>
    <w:uiPriority w:val="7"/>
    <w:qFormat/>
    <w:rsid w:val="00A54C03"/>
    <w:pPr>
      <w:keepNext/>
      <w:tabs>
        <w:tab w:val="left" w:pos="4137"/>
      </w:tabs>
      <w:spacing w:after="480"/>
      <w:ind w:right="3402"/>
      <w:outlineLvl w:val="0"/>
    </w:pPr>
    <w:rPr>
      <w:rFonts w:ascii="Arial" w:eastAsia="Times New Roman" w:hAnsi="Arial" w:cs="Arial"/>
      <w:b/>
      <w:bCs/>
      <w:caps/>
      <w:noProof/>
      <w:kern w:val="32"/>
      <w:sz w:val="20"/>
      <w:szCs w:val="32"/>
    </w:rPr>
  </w:style>
  <w:style w:type="paragraph" w:customStyle="1" w:styleId="PNberschrift">
    <w:name w:val="PN_Überschrift"/>
    <w:basedOn w:val="Standard"/>
    <w:uiPriority w:val="10"/>
    <w:qFormat/>
    <w:rsid w:val="00D01F8F"/>
    <w:pPr>
      <w:keepNext/>
      <w:keepLines/>
      <w:spacing w:before="200" w:after="480" w:line="276" w:lineRule="auto"/>
      <w:outlineLvl w:val="1"/>
    </w:pPr>
    <w:rPr>
      <w:rFonts w:ascii="Calibri" w:eastAsia="Times New Roman" w:hAnsi="Calibri" w:cs="Times New Roman"/>
      <w:b/>
      <w:bCs/>
      <w:sz w:val="28"/>
      <w:szCs w:val="26"/>
    </w:rPr>
  </w:style>
  <w:style w:type="paragraph" w:customStyle="1" w:styleId="PNBildunterschrift">
    <w:name w:val="PN_Bildunterschrift"/>
    <w:basedOn w:val="Standard"/>
    <w:autoRedefine/>
    <w:uiPriority w:val="14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  <w:bCs/>
      <w:i/>
      <w:kern w:val="32"/>
      <w:sz w:val="19"/>
    </w:rPr>
  </w:style>
  <w:style w:type="paragraph" w:customStyle="1" w:styleId="PNBild">
    <w:name w:val="PN_Bild"/>
    <w:basedOn w:val="Standard"/>
    <w:uiPriority w:val="14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  <w:bCs/>
      <w:kern w:val="32"/>
    </w:rPr>
  </w:style>
  <w:style w:type="paragraph" w:customStyle="1" w:styleId="PNImagetext">
    <w:name w:val="PN_Imagetext"/>
    <w:basedOn w:val="PNTextkrper"/>
    <w:uiPriority w:val="12"/>
    <w:qFormat/>
    <w:rsid w:val="00A54C03"/>
    <w:pPr>
      <w:spacing w:line="240" w:lineRule="auto"/>
    </w:pPr>
  </w:style>
  <w:style w:type="paragraph" w:customStyle="1" w:styleId="PNZeichen">
    <w:name w:val="PN_Zeichen"/>
    <w:basedOn w:val="Standard"/>
    <w:autoRedefine/>
    <w:uiPriority w:val="13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</w:rPr>
  </w:style>
  <w:style w:type="paragraph" w:customStyle="1" w:styleId="WPKastenaufzhlung">
    <w:name w:val="WP_Kastenaufzählung"/>
    <w:basedOn w:val="Listenabsatz"/>
    <w:uiPriority w:val="99"/>
    <w:rsid w:val="00A54C03"/>
    <w:pPr>
      <w:numPr>
        <w:numId w:val="9"/>
      </w:numPr>
      <w:spacing w:line="312" w:lineRule="auto"/>
    </w:pPr>
    <w:rPr>
      <w:color w:val="00509E" w:themeColor="accent1"/>
      <w:sz w:val="18"/>
      <w:szCs w:val="18"/>
    </w:rPr>
  </w:style>
  <w:style w:type="paragraph" w:customStyle="1" w:styleId="WPKastentext">
    <w:name w:val="WP_Kastentext"/>
    <w:basedOn w:val="WPKastenaufzhlung"/>
    <w:uiPriority w:val="99"/>
    <w:rsid w:val="00A54C03"/>
    <w:pPr>
      <w:numPr>
        <w:numId w:val="0"/>
      </w:numPr>
    </w:pPr>
  </w:style>
  <w:style w:type="paragraph" w:customStyle="1" w:styleId="Text">
    <w:name w:val="Text"/>
    <w:link w:val="TextChar"/>
    <w:rsid w:val="00A54C03"/>
    <w:pPr>
      <w:spacing w:after="120" w:line="288" w:lineRule="auto"/>
      <w:ind w:right="3402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Char">
    <w:name w:val="Text Char"/>
    <w:link w:val="Text"/>
    <w:rsid w:val="00A54C03"/>
    <w:rPr>
      <w:rFonts w:ascii="Arial" w:eastAsia="Times New Roman" w:hAnsi="Arial" w:cs="Times New Roman"/>
      <w:sz w:val="20"/>
      <w:szCs w:val="20"/>
    </w:rPr>
  </w:style>
  <w:style w:type="paragraph" w:customStyle="1" w:styleId="-Text">
    <w:name w:val="-Text"/>
    <w:basedOn w:val="Standard"/>
    <w:rsid w:val="00A54C03"/>
    <w:pPr>
      <w:spacing w:after="57" w:line="360" w:lineRule="auto"/>
      <w:jc w:val="both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Datumszeile">
    <w:name w:val="Datumszeile"/>
    <w:basedOn w:val="Text"/>
    <w:link w:val="DatumszeileZchn"/>
    <w:uiPriority w:val="99"/>
    <w:qFormat/>
    <w:rsid w:val="00D01F8F"/>
    <w:pPr>
      <w:spacing w:after="80" w:line="360" w:lineRule="auto"/>
      <w:jc w:val="left"/>
    </w:pPr>
    <w:rPr>
      <w:rFonts w:ascii="Calibri" w:hAnsi="Calibri" w:cs="Arial"/>
      <w:bCs/>
      <w:color w:val="747481" w:themeColor="accent4" w:themeShade="80"/>
      <w:kern w:val="32"/>
      <w:sz w:val="22"/>
    </w:rPr>
  </w:style>
  <w:style w:type="character" w:customStyle="1" w:styleId="DatumszeileZchn">
    <w:name w:val="Datumszeile Zchn"/>
    <w:basedOn w:val="TextChar"/>
    <w:link w:val="Datumszeile"/>
    <w:uiPriority w:val="99"/>
    <w:rsid w:val="00D01F8F"/>
    <w:rPr>
      <w:rFonts w:ascii="Calibri" w:eastAsia="Times New Roman" w:hAnsi="Calibri" w:cs="Arial"/>
      <w:bCs/>
      <w:color w:val="747481" w:themeColor="accent4" w:themeShade="80"/>
      <w:kern w:val="32"/>
      <w:sz w:val="20"/>
      <w:szCs w:val="20"/>
    </w:rPr>
  </w:style>
  <w:style w:type="character" w:customStyle="1" w:styleId="style141">
    <w:name w:val="style141"/>
    <w:basedOn w:val="Absatz-Standardschriftart"/>
    <w:rsid w:val="00941462"/>
    <w:rPr>
      <w:rFonts w:ascii="Arial" w:hAnsi="Arial" w:cs="Arial"/>
      <w:b w:val="0"/>
      <w:bCs w:val="0"/>
      <w:i w:val="0"/>
      <w:iCs w:val="0"/>
      <w:color w:val="000000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rsid w:val="009414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94146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41462"/>
    <w:rPr>
      <w:sz w:val="20"/>
      <w:szCs w:val="20"/>
    </w:rPr>
  </w:style>
  <w:style w:type="character" w:customStyle="1" w:styleId="style221">
    <w:name w:val="style221"/>
    <w:basedOn w:val="Absatz-Standardschriftart"/>
    <w:rsid w:val="00941462"/>
    <w:rPr>
      <w:rFonts w:ascii="Arial" w:hAnsi="Arial" w:cs="Arial"/>
      <w:b/>
      <w:bCs/>
      <w:i w:val="0"/>
      <w:iCs w:val="0"/>
      <w:color w:val="000000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C267A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67A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qFormat="1"/>
    <w:lsdException w:name="heading 1" w:semiHidden="0" w:uiPriority="17" w:qFormat="1"/>
    <w:lsdException w:name="heading 2" w:uiPriority="17" w:unhideWhenUsed="1" w:qFormat="1"/>
    <w:lsdException w:name="heading 3" w:uiPriority="17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0" w:uiPriority="19"/>
    <w:lsdException w:name="toc 2" w:semiHidden="0" w:uiPriority="39"/>
    <w:lsdException w:name="toc 3" w:semiHidden="0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1"/>
    <w:lsdException w:name="footer" w:uiPriority="0" w:unhideWhenUsed="1"/>
    <w:lsdException w:name="caption" w:semiHidden="0" w:uiPriority="35" w:qFormat="1"/>
    <w:lsdException w:name="Title" w:qFormat="1"/>
    <w:lsdException w:name="Default Paragraph Font" w:uiPriority="1" w:unhideWhenUsed="1"/>
    <w:lsdException w:name="Body Text" w:semiHidden="0"/>
    <w:lsdException w:name="Subtitle" w:qFormat="1"/>
    <w:lsdException w:name="Hyperlink" w:unhideWhenUsed="1"/>
    <w:lsdException w:name="FollowedHyperlink" w:unhideWhenUsed="1"/>
    <w:lsdException w:name="Strong" w:qFormat="1"/>
    <w:lsdException w:name="Emphasis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qFormat="1"/>
    <w:lsdException w:name="Intense Quote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/>
  </w:latentStyles>
  <w:style w:type="paragraph" w:default="1" w:styleId="Standard">
    <w:name w:val="Normal"/>
    <w:uiPriority w:val="99"/>
    <w:semiHidden/>
    <w:qFormat/>
    <w:rsid w:val="00830621"/>
    <w:pPr>
      <w:spacing w:after="0" w:line="240" w:lineRule="auto"/>
    </w:pPr>
  </w:style>
  <w:style w:type="paragraph" w:styleId="berschrift1">
    <w:name w:val="heading 1"/>
    <w:basedOn w:val="Standard"/>
    <w:next w:val="Textkrper"/>
    <w:link w:val="berschrift1Zchn"/>
    <w:uiPriority w:val="17"/>
    <w:qFormat/>
    <w:rsid w:val="00A54C03"/>
    <w:pPr>
      <w:keepNext/>
      <w:keepLines/>
      <w:spacing w:before="360" w:after="240" w:line="264" w:lineRule="auto"/>
      <w:outlineLvl w:val="0"/>
    </w:pPr>
    <w:rPr>
      <w:rFonts w:asciiTheme="majorHAnsi" w:eastAsiaTheme="majorEastAsia" w:hAnsiTheme="majorHAnsi" w:cstheme="majorBidi"/>
      <w:bCs/>
      <w:sz w:val="36"/>
      <w:szCs w:val="28"/>
    </w:rPr>
  </w:style>
  <w:style w:type="paragraph" w:styleId="berschrift2">
    <w:name w:val="heading 2"/>
    <w:basedOn w:val="Standard"/>
    <w:next w:val="Textkrper"/>
    <w:link w:val="berschrift2Zchn"/>
    <w:uiPriority w:val="17"/>
    <w:qFormat/>
    <w:rsid w:val="00A54C03"/>
    <w:pPr>
      <w:keepNext/>
      <w:keepLines/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bCs/>
      <w:i/>
      <w:sz w:val="28"/>
      <w:szCs w:val="26"/>
    </w:rPr>
  </w:style>
  <w:style w:type="paragraph" w:styleId="berschrift3">
    <w:name w:val="heading 3"/>
    <w:basedOn w:val="Standard"/>
    <w:next w:val="Textkrper"/>
    <w:link w:val="berschrift3Zchn"/>
    <w:uiPriority w:val="17"/>
    <w:qFormat/>
    <w:rsid w:val="00A54C03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b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54C03"/>
    <w:pPr>
      <w:tabs>
        <w:tab w:val="center" w:pos="4536"/>
        <w:tab w:val="right" w:pos="9072"/>
      </w:tabs>
      <w:spacing w:before="480" w:after="120" w:line="264" w:lineRule="auto"/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rsid w:val="00A54C03"/>
    <w:rPr>
      <w:sz w:val="18"/>
    </w:rPr>
  </w:style>
  <w:style w:type="paragraph" w:styleId="Fuzeile">
    <w:name w:val="footer"/>
    <w:basedOn w:val="Standard"/>
    <w:link w:val="FuzeileZchn"/>
    <w:rsid w:val="00A54C03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rsid w:val="00A54C03"/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rsid w:val="00133B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428C"/>
    <w:rPr>
      <w:rFonts w:ascii="Tahoma" w:hAnsi="Tahoma" w:cs="Tahoma"/>
      <w:sz w:val="16"/>
      <w:szCs w:val="16"/>
    </w:rPr>
  </w:style>
  <w:style w:type="paragraph" w:customStyle="1" w:styleId="PNZwischenberschrift">
    <w:name w:val="PN_Zwischenüberschrift"/>
    <w:basedOn w:val="PNTextkrper"/>
    <w:uiPriority w:val="99"/>
    <w:qFormat/>
    <w:rsid w:val="00A54C03"/>
    <w:pPr>
      <w:spacing w:before="120"/>
    </w:pPr>
    <w:rPr>
      <w:b/>
    </w:rPr>
  </w:style>
  <w:style w:type="paragraph" w:customStyle="1" w:styleId="PNLead">
    <w:name w:val="PN_Lead"/>
    <w:basedOn w:val="PNTextkrper"/>
    <w:autoRedefine/>
    <w:uiPriority w:val="99"/>
    <w:qFormat/>
    <w:rsid w:val="00D01F8F"/>
    <w:pPr>
      <w:spacing w:before="120" w:after="120"/>
    </w:pPr>
    <w:rPr>
      <w:b/>
    </w:rPr>
  </w:style>
  <w:style w:type="paragraph" w:styleId="Listenabsatz">
    <w:name w:val="List Paragraph"/>
    <w:basedOn w:val="Standard"/>
    <w:uiPriority w:val="99"/>
    <w:semiHidden/>
    <w:qFormat/>
    <w:rsid w:val="00AE571A"/>
    <w:pPr>
      <w:ind w:left="720"/>
      <w:contextualSpacing/>
    </w:pPr>
  </w:style>
  <w:style w:type="paragraph" w:styleId="Verzeichnis2">
    <w:name w:val="toc 2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Verzeichnis3">
    <w:name w:val="toc 3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KeinLeerraum">
    <w:name w:val="No Spacing"/>
    <w:uiPriority w:val="99"/>
    <w:semiHidden/>
    <w:qFormat/>
    <w:rsid w:val="007C2317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54C03"/>
    <w:pPr>
      <w:spacing w:after="0" w:line="240" w:lineRule="auto"/>
    </w:pPr>
    <w:tblPr>
      <w:tblStyleRowBandSize w:val="1"/>
      <w:tblInd w:w="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Theme="majorHAnsi" w:hAnsiTheme="majorHAnsi"/>
        <w:b/>
        <w:color w:val="FFFFFF" w:themeColor="background1"/>
        <w:sz w:val="18"/>
      </w:rPr>
      <w:tblPr/>
      <w:tcPr>
        <w:tcBorders>
          <w:top w:val="nil"/>
          <w:left w:val="nil"/>
          <w:bottom w:val="single" w:sz="4" w:space="0" w:color="FFFFFF" w:themeColor="background1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509E" w:themeFill="accent1"/>
        <w:tcMar>
          <w:top w:w="28" w:type="dxa"/>
          <w:left w:w="85" w:type="dxa"/>
          <w:bottom w:w="28" w:type="dxa"/>
          <w:right w:w="85" w:type="dxa"/>
        </w:tcMar>
        <w:vAlign w:val="center"/>
      </w:tcPr>
    </w:tblStylePr>
    <w:tblStylePr w:type="band1Horz">
      <w:pPr>
        <w:jc w:val="left"/>
      </w:pPr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D9D9D9" w:themeFill="background1" w:themeFillShade="D9"/>
      </w:tcPr>
    </w:tblStylePr>
    <w:tblStylePr w:type="band2Horz"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Textkrper">
    <w:name w:val="Body Text"/>
    <w:basedOn w:val="Standard"/>
    <w:link w:val="TextkrperZchn"/>
    <w:uiPriority w:val="99"/>
    <w:rsid w:val="00A54C03"/>
    <w:pPr>
      <w:spacing w:after="120" w:line="360" w:lineRule="auto"/>
      <w:jc w:val="both"/>
    </w:pPr>
    <w:rPr>
      <w:sz w:val="18"/>
    </w:rPr>
  </w:style>
  <w:style w:type="character" w:customStyle="1" w:styleId="TextkrperZchn">
    <w:name w:val="Textkörper Zchn"/>
    <w:basedOn w:val="Absatz-Standardschriftart"/>
    <w:link w:val="Textkrper"/>
    <w:uiPriority w:val="99"/>
    <w:rsid w:val="00A54C03"/>
    <w:rPr>
      <w:sz w:val="18"/>
    </w:rPr>
  </w:style>
  <w:style w:type="character" w:styleId="Platzhaltertext">
    <w:name w:val="Placeholder Text"/>
    <w:basedOn w:val="Absatz-Standardschriftart"/>
    <w:uiPriority w:val="99"/>
    <w:semiHidden/>
    <w:rsid w:val="0023373C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17"/>
    <w:rsid w:val="00A54C03"/>
    <w:rPr>
      <w:rFonts w:asciiTheme="majorHAnsi" w:eastAsiaTheme="majorEastAsia" w:hAnsiTheme="majorHAnsi" w:cstheme="majorBidi"/>
      <w:bCs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17"/>
    <w:rsid w:val="00A54C03"/>
    <w:rPr>
      <w:rFonts w:asciiTheme="majorHAnsi" w:eastAsiaTheme="majorEastAsia" w:hAnsiTheme="majorHAnsi" w:cstheme="majorBidi"/>
      <w:b/>
      <w:bCs/>
      <w:i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17"/>
    <w:rsid w:val="00A54C03"/>
    <w:rPr>
      <w:rFonts w:asciiTheme="majorHAnsi" w:eastAsiaTheme="majorEastAsia" w:hAnsiTheme="majorHAnsi" w:cstheme="majorBidi"/>
      <w:b/>
      <w:bCs/>
      <w:sz w:val="26"/>
    </w:rPr>
  </w:style>
  <w:style w:type="character" w:styleId="Hyperlink">
    <w:name w:val="Hyperlink"/>
    <w:basedOn w:val="Absatz-Standardschriftart"/>
    <w:uiPriority w:val="99"/>
    <w:rsid w:val="00A54C03"/>
    <w:rPr>
      <w:color w:val="00509E" w:themeColor="accent1"/>
      <w:u w:val="single"/>
    </w:rPr>
  </w:style>
  <w:style w:type="character" w:styleId="BesuchterHyperlink">
    <w:name w:val="FollowedHyperlink"/>
    <w:basedOn w:val="Absatz-Standardschriftart"/>
    <w:uiPriority w:val="99"/>
    <w:semiHidden/>
    <w:rsid w:val="003761FB"/>
    <w:rPr>
      <w:color w:val="FFFFFF" w:themeColor="followedHyperlink"/>
      <w:u w:val="single"/>
    </w:rPr>
  </w:style>
  <w:style w:type="paragraph" w:customStyle="1" w:styleId="Aufzhlung">
    <w:name w:val="Aufzählung"/>
    <w:basedOn w:val="Textkrper"/>
    <w:uiPriority w:val="16"/>
    <w:qFormat/>
    <w:rsid w:val="00A54C03"/>
    <w:pPr>
      <w:numPr>
        <w:numId w:val="8"/>
      </w:numPr>
    </w:pPr>
  </w:style>
  <w:style w:type="table" w:styleId="HelleSchattierung">
    <w:name w:val="Light Shading"/>
    <w:basedOn w:val="NormaleTabelle"/>
    <w:uiPriority w:val="60"/>
    <w:rsid w:val="00A54C0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PNTextkrper">
    <w:name w:val="PN_Textkörper"/>
    <w:basedOn w:val="Textkrper"/>
    <w:autoRedefine/>
    <w:uiPriority w:val="11"/>
    <w:qFormat/>
    <w:rsid w:val="00941462"/>
    <w:pPr>
      <w:spacing w:after="57"/>
      <w:ind w:right="3600"/>
      <w:jc w:val="left"/>
    </w:pPr>
    <w:rPr>
      <w:rFonts w:ascii="Calibri" w:eastAsia="Lucida Sans Unicode" w:hAnsi="Calibri" w:cs="Calibri"/>
      <w:sz w:val="22"/>
    </w:rPr>
  </w:style>
  <w:style w:type="paragraph" w:customStyle="1" w:styleId="PNAdressblock">
    <w:name w:val="PN_Adressblock"/>
    <w:basedOn w:val="Standard"/>
    <w:uiPriority w:val="8"/>
    <w:qFormat/>
    <w:rsid w:val="00A54C03"/>
    <w:pPr>
      <w:spacing w:before="360" w:line="276" w:lineRule="auto"/>
      <w:contextualSpacing/>
    </w:pPr>
    <w:rPr>
      <w:rFonts w:ascii="Arial" w:eastAsia="Calibri" w:hAnsi="Arial" w:cs="Arial"/>
      <w:bCs/>
      <w:noProof/>
      <w:color w:val="000000"/>
      <w:sz w:val="20"/>
    </w:rPr>
  </w:style>
  <w:style w:type="paragraph" w:customStyle="1" w:styleId="PNURLTelefonFaxMail">
    <w:name w:val="PN_URL/Telefon/Fax/Mail"/>
    <w:basedOn w:val="Standard"/>
    <w:uiPriority w:val="9"/>
    <w:qFormat/>
    <w:rsid w:val="00A54C03"/>
    <w:pPr>
      <w:spacing w:before="360" w:after="200" w:line="276" w:lineRule="auto"/>
    </w:pPr>
    <w:rPr>
      <w:rFonts w:ascii="Arial" w:eastAsia="Calibri" w:hAnsi="Arial" w:cs="Times New Roman"/>
      <w:sz w:val="20"/>
    </w:rPr>
  </w:style>
  <w:style w:type="paragraph" w:customStyle="1" w:styleId="PNTitel">
    <w:name w:val="PN_Titel"/>
    <w:basedOn w:val="Standard"/>
    <w:next w:val="PNAdressblock"/>
    <w:uiPriority w:val="7"/>
    <w:qFormat/>
    <w:rsid w:val="00A54C03"/>
    <w:pPr>
      <w:keepNext/>
      <w:tabs>
        <w:tab w:val="left" w:pos="4137"/>
      </w:tabs>
      <w:spacing w:after="480"/>
      <w:ind w:right="3402"/>
      <w:outlineLvl w:val="0"/>
    </w:pPr>
    <w:rPr>
      <w:rFonts w:ascii="Arial" w:eastAsia="Times New Roman" w:hAnsi="Arial" w:cs="Arial"/>
      <w:b/>
      <w:bCs/>
      <w:caps/>
      <w:noProof/>
      <w:kern w:val="32"/>
      <w:sz w:val="20"/>
      <w:szCs w:val="32"/>
    </w:rPr>
  </w:style>
  <w:style w:type="paragraph" w:customStyle="1" w:styleId="PNberschrift">
    <w:name w:val="PN_Überschrift"/>
    <w:basedOn w:val="Standard"/>
    <w:uiPriority w:val="10"/>
    <w:qFormat/>
    <w:rsid w:val="00D01F8F"/>
    <w:pPr>
      <w:keepNext/>
      <w:keepLines/>
      <w:spacing w:before="200" w:after="480" w:line="276" w:lineRule="auto"/>
      <w:outlineLvl w:val="1"/>
    </w:pPr>
    <w:rPr>
      <w:rFonts w:ascii="Calibri" w:eastAsia="Times New Roman" w:hAnsi="Calibri" w:cs="Times New Roman"/>
      <w:b/>
      <w:bCs/>
      <w:sz w:val="28"/>
      <w:szCs w:val="26"/>
    </w:rPr>
  </w:style>
  <w:style w:type="paragraph" w:customStyle="1" w:styleId="PNBildunterschrift">
    <w:name w:val="PN_Bildunterschrift"/>
    <w:basedOn w:val="Standard"/>
    <w:autoRedefine/>
    <w:uiPriority w:val="14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  <w:bCs/>
      <w:i/>
      <w:kern w:val="32"/>
      <w:sz w:val="19"/>
    </w:rPr>
  </w:style>
  <w:style w:type="paragraph" w:customStyle="1" w:styleId="PNBild">
    <w:name w:val="PN_Bild"/>
    <w:basedOn w:val="Standard"/>
    <w:uiPriority w:val="14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  <w:bCs/>
      <w:kern w:val="32"/>
    </w:rPr>
  </w:style>
  <w:style w:type="paragraph" w:customStyle="1" w:styleId="PNImagetext">
    <w:name w:val="PN_Imagetext"/>
    <w:basedOn w:val="PNTextkrper"/>
    <w:uiPriority w:val="12"/>
    <w:qFormat/>
    <w:rsid w:val="00A54C03"/>
    <w:pPr>
      <w:spacing w:line="240" w:lineRule="auto"/>
    </w:pPr>
  </w:style>
  <w:style w:type="paragraph" w:customStyle="1" w:styleId="PNZeichen">
    <w:name w:val="PN_Zeichen"/>
    <w:basedOn w:val="Standard"/>
    <w:autoRedefine/>
    <w:uiPriority w:val="13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</w:rPr>
  </w:style>
  <w:style w:type="paragraph" w:customStyle="1" w:styleId="WPKastenaufzhlung">
    <w:name w:val="WP_Kastenaufzählung"/>
    <w:basedOn w:val="Listenabsatz"/>
    <w:uiPriority w:val="99"/>
    <w:rsid w:val="00A54C03"/>
    <w:pPr>
      <w:numPr>
        <w:numId w:val="9"/>
      </w:numPr>
      <w:spacing w:line="312" w:lineRule="auto"/>
    </w:pPr>
    <w:rPr>
      <w:color w:val="00509E" w:themeColor="accent1"/>
      <w:sz w:val="18"/>
      <w:szCs w:val="18"/>
    </w:rPr>
  </w:style>
  <w:style w:type="paragraph" w:customStyle="1" w:styleId="WPKastentext">
    <w:name w:val="WP_Kastentext"/>
    <w:basedOn w:val="WPKastenaufzhlung"/>
    <w:uiPriority w:val="99"/>
    <w:rsid w:val="00A54C03"/>
    <w:pPr>
      <w:numPr>
        <w:numId w:val="0"/>
      </w:numPr>
    </w:pPr>
  </w:style>
  <w:style w:type="paragraph" w:customStyle="1" w:styleId="Text">
    <w:name w:val="Text"/>
    <w:link w:val="TextChar"/>
    <w:rsid w:val="00A54C03"/>
    <w:pPr>
      <w:spacing w:after="120" w:line="288" w:lineRule="auto"/>
      <w:ind w:right="3402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Char">
    <w:name w:val="Text Char"/>
    <w:link w:val="Text"/>
    <w:rsid w:val="00A54C03"/>
    <w:rPr>
      <w:rFonts w:ascii="Arial" w:eastAsia="Times New Roman" w:hAnsi="Arial" w:cs="Times New Roman"/>
      <w:sz w:val="20"/>
      <w:szCs w:val="20"/>
    </w:rPr>
  </w:style>
  <w:style w:type="paragraph" w:customStyle="1" w:styleId="-Text">
    <w:name w:val="-Text"/>
    <w:basedOn w:val="Standard"/>
    <w:rsid w:val="00A54C03"/>
    <w:pPr>
      <w:spacing w:after="57" w:line="360" w:lineRule="auto"/>
      <w:jc w:val="both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Datumszeile">
    <w:name w:val="Datumszeile"/>
    <w:basedOn w:val="Text"/>
    <w:link w:val="DatumszeileZchn"/>
    <w:uiPriority w:val="99"/>
    <w:qFormat/>
    <w:rsid w:val="00D01F8F"/>
    <w:pPr>
      <w:spacing w:after="80" w:line="360" w:lineRule="auto"/>
      <w:jc w:val="left"/>
    </w:pPr>
    <w:rPr>
      <w:rFonts w:ascii="Calibri" w:hAnsi="Calibri" w:cs="Arial"/>
      <w:bCs/>
      <w:color w:val="747481" w:themeColor="accent4" w:themeShade="80"/>
      <w:kern w:val="32"/>
      <w:sz w:val="22"/>
    </w:rPr>
  </w:style>
  <w:style w:type="character" w:customStyle="1" w:styleId="DatumszeileZchn">
    <w:name w:val="Datumszeile Zchn"/>
    <w:basedOn w:val="TextChar"/>
    <w:link w:val="Datumszeile"/>
    <w:uiPriority w:val="99"/>
    <w:rsid w:val="00D01F8F"/>
    <w:rPr>
      <w:rFonts w:ascii="Calibri" w:eastAsia="Times New Roman" w:hAnsi="Calibri" w:cs="Arial"/>
      <w:bCs/>
      <w:color w:val="747481" w:themeColor="accent4" w:themeShade="80"/>
      <w:kern w:val="32"/>
      <w:sz w:val="20"/>
      <w:szCs w:val="20"/>
    </w:rPr>
  </w:style>
  <w:style w:type="character" w:customStyle="1" w:styleId="style141">
    <w:name w:val="style141"/>
    <w:basedOn w:val="Absatz-Standardschriftart"/>
    <w:rsid w:val="00941462"/>
    <w:rPr>
      <w:rFonts w:ascii="Arial" w:hAnsi="Arial" w:cs="Arial"/>
      <w:b w:val="0"/>
      <w:bCs w:val="0"/>
      <w:i w:val="0"/>
      <w:iCs w:val="0"/>
      <w:color w:val="000000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rsid w:val="009414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94146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41462"/>
    <w:rPr>
      <w:sz w:val="20"/>
      <w:szCs w:val="20"/>
    </w:rPr>
  </w:style>
  <w:style w:type="character" w:customStyle="1" w:styleId="style221">
    <w:name w:val="style221"/>
    <w:basedOn w:val="Absatz-Standardschriftart"/>
    <w:rsid w:val="00941462"/>
    <w:rPr>
      <w:rFonts w:ascii="Arial" w:hAnsi="Arial" w:cs="Arial"/>
      <w:b/>
      <w:bCs/>
      <w:i w:val="0"/>
      <w:iCs w:val="0"/>
      <w:color w:val="000000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C267A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67A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pi.ws" TargetMode="External"/><Relationship Id="rId18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d.knauer@pi.de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i.ws" TargetMode="External"/><Relationship Id="rId5" Type="http://schemas.microsoft.com/office/2007/relationships/stylesWithEffects" Target="stylesWithEffects.xml"/><Relationship Id="rId15" Type="http://schemas.openxmlformats.org/officeDocument/2006/relationships/header" Target="header1.xml"/><Relationship Id="rId10" Type="http://schemas.openxmlformats.org/officeDocument/2006/relationships/hyperlink" Target="mailto:d.knauer@pi.de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MarCom\PN_Vorlage_PICeramic_DE_Calibri.dotx" TargetMode="External"/></Relationships>
</file>

<file path=word/theme/theme1.xml><?xml version="1.0" encoding="utf-8"?>
<a:theme xmlns:a="http://schemas.openxmlformats.org/drawingml/2006/main" name="Larissa-Design">
  <a:themeElements>
    <a:clrScheme name="Physik Instrumente Design Color Word">
      <a:dk1>
        <a:sysClr val="windowText" lastClr="000000"/>
      </a:dk1>
      <a:lt1>
        <a:sysClr val="window" lastClr="FFFFFF"/>
      </a:lt1>
      <a:dk2>
        <a:srgbClr val="00509E"/>
      </a:dk2>
      <a:lt2>
        <a:srgbClr val="E9EBF5"/>
      </a:lt2>
      <a:accent1>
        <a:srgbClr val="00509E"/>
      </a:accent1>
      <a:accent2>
        <a:srgbClr val="E9EBF5"/>
      </a:accent2>
      <a:accent3>
        <a:srgbClr val="EBECED"/>
      </a:accent3>
      <a:accent4>
        <a:srgbClr val="F5F5F6"/>
      </a:accent4>
      <a:accent5>
        <a:srgbClr val="00509E"/>
      </a:accent5>
      <a:accent6>
        <a:srgbClr val="E9EBF5"/>
      </a:accent6>
      <a:hlink>
        <a:srgbClr val="000000"/>
      </a:hlink>
      <a:folHlink>
        <a:srgbClr val="FFFFFF"/>
      </a:folHlink>
    </a:clrScheme>
    <a:fontScheme name="Physik Instrumente Design Font Wor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801E90F-00CE-4732-9615-5B516B7F7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PN_Vorlage_PICeramic_DE_Calibri.dotx</Template>
  <TotalTime>0</TotalTime>
  <Pages>2</Pages>
  <Words>293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GuF</Company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Nehse, Dominik</dc:creator>
  <cp:lastModifiedBy>Marino, Catherine</cp:lastModifiedBy>
  <cp:revision>4</cp:revision>
  <cp:lastPrinted>2012-11-29T10:20:00Z</cp:lastPrinted>
  <dcterms:created xsi:type="dcterms:W3CDTF">2017-08-15T13:03:00Z</dcterms:created>
  <dcterms:modified xsi:type="dcterms:W3CDTF">2017-08-18T07:03:00Z</dcterms:modified>
</cp:coreProperties>
</file>